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177" w:rsidRDefault="00144177" w:rsidP="00144177">
      <w:pPr>
        <w:jc w:val="center"/>
        <w:rPr>
          <w:b/>
          <w:bCs/>
          <w:sz w:val="28"/>
          <w:szCs w:val="28"/>
        </w:rPr>
      </w:pPr>
      <w:r w:rsidRPr="00CE5BBC">
        <w:rPr>
          <w:b/>
          <w:bCs/>
          <w:sz w:val="28"/>
          <w:szCs w:val="28"/>
        </w:rPr>
        <w:t>OFERTA</w:t>
      </w:r>
      <w:r>
        <w:rPr>
          <w:b/>
          <w:bCs/>
          <w:sz w:val="28"/>
          <w:szCs w:val="28"/>
        </w:rPr>
        <w:t xml:space="preserve"> NA DOSTAWĘ</w:t>
      </w:r>
    </w:p>
    <w:p w:rsidR="00702A3D" w:rsidRPr="00144177" w:rsidRDefault="00AE4F69" w:rsidP="00144177">
      <w:pPr>
        <w:jc w:val="center"/>
        <w:rPr>
          <w:b/>
          <w:bCs/>
          <w:sz w:val="28"/>
          <w:szCs w:val="28"/>
        </w:rPr>
      </w:pPr>
      <w:r w:rsidRPr="00AE4F69">
        <w:rPr>
          <w:b/>
          <w:bCs/>
          <w:sz w:val="28"/>
          <w:szCs w:val="28"/>
        </w:rPr>
        <w:t xml:space="preserve"> </w:t>
      </w:r>
      <w:r w:rsidR="00FB0A83" w:rsidRPr="00FB0A83">
        <w:rPr>
          <w:b/>
          <w:bCs/>
          <w:sz w:val="28"/>
          <w:szCs w:val="28"/>
        </w:rPr>
        <w:t>PIELUCHOMAJTEK DLA DOROSŁYCH</w:t>
      </w:r>
    </w:p>
    <w:p w:rsidR="00144177" w:rsidRPr="00CE5BBC" w:rsidRDefault="00702A3D" w:rsidP="00144177">
      <w:pPr>
        <w:spacing w:before="120" w:after="120"/>
        <w:ind w:left="6" w:hanging="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część</w:t>
      </w:r>
      <w:r w:rsidR="00903CCE">
        <w:rPr>
          <w:b/>
          <w:bCs/>
          <w:sz w:val="28"/>
          <w:szCs w:val="28"/>
        </w:rPr>
        <w:t xml:space="preserve"> nr …………</w:t>
      </w:r>
      <w:r w:rsidR="00754962">
        <w:rPr>
          <w:b/>
          <w:bCs/>
          <w:sz w:val="28"/>
          <w:szCs w:val="28"/>
        </w:rPr>
        <w:t xml:space="preserve"> </w:t>
      </w:r>
      <w:r w:rsidR="005F7201" w:rsidRPr="00754962">
        <w:rPr>
          <w:b/>
          <w:bCs/>
          <w:sz w:val="20"/>
          <w:szCs w:val="20"/>
        </w:rPr>
        <w:t>(jeżeli dotyczy)</w:t>
      </w:r>
    </w:p>
    <w:p w:rsidR="00933C7B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rPr>
          <w:sz w:val="22"/>
        </w:rPr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rPr>
          <w:sz w:val="22"/>
        </w:rPr>
        <w:t>:</w:t>
      </w:r>
      <w:r w:rsidR="00933C7B" w:rsidRPr="00A50565">
        <w:rPr>
          <w:sz w:val="22"/>
        </w:rPr>
        <w:t xml:space="preserve"> 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.. 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e-mail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15482E" w:rsidRDefault="00116660" w:rsidP="00B5491C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8F6DE1">
        <w:t xml:space="preserve"> 2018 r. poz. 1986</w:t>
      </w:r>
      <w:r w:rsidR="00136EC5">
        <w:t xml:space="preserve"> z </w:t>
      </w:r>
      <w:proofErr w:type="spellStart"/>
      <w:r w:rsidR="00136EC5">
        <w:t>późn</w:t>
      </w:r>
      <w:proofErr w:type="spellEnd"/>
      <w:r w:rsidR="00136EC5">
        <w:t xml:space="preserve">. </w:t>
      </w:r>
      <w:proofErr w:type="spellStart"/>
      <w:r w:rsidR="00136EC5">
        <w:t>zm</w:t>
      </w:r>
      <w:proofErr w:type="spellEnd"/>
      <w:r w:rsidR="00363C6E">
        <w:t xml:space="preserve"> </w:t>
      </w:r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 xml:space="preserve">: </w:t>
      </w:r>
      <w:r w:rsidR="00E87E55">
        <w:t>„</w:t>
      </w:r>
      <w:r w:rsidR="00AE4F69" w:rsidRPr="00AE4F69">
        <w:rPr>
          <w:rFonts w:asciiTheme="minorHAnsi" w:hAnsiTheme="minorHAnsi"/>
          <w:b/>
          <w:sz w:val="22"/>
        </w:rPr>
        <w:t xml:space="preserve">dostawa </w:t>
      </w:r>
      <w:proofErr w:type="spellStart"/>
      <w:r w:rsidR="005F7201" w:rsidRPr="005F7201">
        <w:rPr>
          <w:rFonts w:asciiTheme="minorHAnsi" w:hAnsiTheme="minorHAnsi"/>
          <w:b/>
          <w:sz w:val="22"/>
        </w:rPr>
        <w:t>pieluchomajtek</w:t>
      </w:r>
      <w:proofErr w:type="spellEnd"/>
      <w:r w:rsidR="005F7201" w:rsidRPr="005F7201">
        <w:rPr>
          <w:rFonts w:asciiTheme="minorHAnsi" w:hAnsiTheme="minorHAnsi"/>
          <w:b/>
          <w:sz w:val="22"/>
        </w:rPr>
        <w:t xml:space="preserve"> dla dorosłych</w:t>
      </w:r>
      <w:r w:rsidR="0020623A">
        <w:rPr>
          <w:b/>
          <w:szCs w:val="20"/>
        </w:rPr>
        <w:t>”</w:t>
      </w:r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A112D7" w:rsidRDefault="00651054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 </w:t>
      </w:r>
      <w:r w:rsidR="005B0AE2"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5B364B" w:rsidRPr="00A50565">
        <w:rPr>
          <w:sz w:val="22"/>
          <w:szCs w:val="22"/>
        </w:rPr>
        <w:t>aganiami określonymi w SIWZ</w:t>
      </w:r>
      <w:r w:rsidR="00CE032B">
        <w:rPr>
          <w:sz w:val="22"/>
          <w:szCs w:val="22"/>
        </w:rPr>
        <w:t xml:space="preserve"> Część ………</w:t>
      </w:r>
      <w:r w:rsidR="001818D1">
        <w:rPr>
          <w:sz w:val="22"/>
          <w:szCs w:val="22"/>
        </w:rPr>
        <w:t xml:space="preserve"> </w:t>
      </w:r>
      <w:r w:rsidR="001818D1" w:rsidRPr="001818D1">
        <w:rPr>
          <w:bCs/>
          <w:sz w:val="22"/>
          <w:szCs w:val="22"/>
        </w:rPr>
        <w:t>(jeżeli dotyczy)</w:t>
      </w:r>
      <w:r w:rsidR="00363C6E" w:rsidRPr="001818D1">
        <w:rPr>
          <w:sz w:val="22"/>
          <w:szCs w:val="22"/>
        </w:rPr>
        <w:t xml:space="preserve"> </w:t>
      </w:r>
      <w:r w:rsidR="00116660" w:rsidRPr="00A50565">
        <w:rPr>
          <w:sz w:val="22"/>
          <w:szCs w:val="22"/>
        </w:rPr>
        <w:t>za cenę</w:t>
      </w:r>
      <w:r w:rsidR="00C91AD9">
        <w:rPr>
          <w:sz w:val="22"/>
          <w:szCs w:val="22"/>
        </w:rPr>
        <w:t>:</w:t>
      </w:r>
    </w:p>
    <w:p w:rsidR="005E5A1C" w:rsidRPr="00A50565" w:rsidRDefault="00A50565" w:rsidP="00A50565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netto </w:t>
      </w:r>
      <w:r w:rsidR="005E5A1C" w:rsidRPr="00A50565">
        <w:rPr>
          <w:sz w:val="22"/>
          <w:szCs w:val="22"/>
        </w:rPr>
        <w:t>......................</w:t>
      </w:r>
      <w:r w:rsidR="00CE5BBC" w:rsidRPr="00A50565">
        <w:rPr>
          <w:sz w:val="22"/>
          <w:szCs w:val="22"/>
        </w:rPr>
        <w:t>............</w:t>
      </w:r>
      <w:r w:rsidR="005E5A1C" w:rsidRPr="00A50565">
        <w:rPr>
          <w:sz w:val="22"/>
          <w:szCs w:val="22"/>
        </w:rPr>
        <w:t>.zł (słownie: ......</w:t>
      </w:r>
      <w:r w:rsidR="009C51D3" w:rsidRPr="00A50565">
        <w:rPr>
          <w:sz w:val="22"/>
          <w:szCs w:val="22"/>
        </w:rPr>
        <w:t>.....</w:t>
      </w:r>
      <w:r w:rsidR="00612F8A" w:rsidRPr="00A50565">
        <w:rPr>
          <w:sz w:val="22"/>
          <w:szCs w:val="22"/>
        </w:rPr>
        <w:t>....................</w:t>
      </w:r>
      <w:r>
        <w:rPr>
          <w:sz w:val="22"/>
          <w:szCs w:val="22"/>
        </w:rPr>
        <w:t>.</w:t>
      </w:r>
      <w:r w:rsidR="005E5A1C" w:rsidRPr="00A50565">
        <w:rPr>
          <w:sz w:val="22"/>
          <w:szCs w:val="22"/>
        </w:rPr>
        <w:t>............ złotych)</w:t>
      </w:r>
    </w:p>
    <w:p w:rsidR="005E5A1C" w:rsidRPr="00A50565" w:rsidRDefault="005E5A1C" w:rsidP="00A50565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VAT ........ % tj. ................</w:t>
      </w:r>
      <w:r w:rsidR="00CE5BBC" w:rsidRPr="00A50565">
        <w:rPr>
          <w:sz w:val="22"/>
          <w:szCs w:val="22"/>
        </w:rPr>
        <w:t>...........</w:t>
      </w:r>
      <w:r w:rsidRPr="00A50565">
        <w:rPr>
          <w:sz w:val="22"/>
          <w:szCs w:val="22"/>
        </w:rPr>
        <w:t xml:space="preserve">.... zł </w:t>
      </w:r>
      <w:r w:rsidR="00612F8A" w:rsidRPr="00A50565">
        <w:rPr>
          <w:sz w:val="22"/>
          <w:szCs w:val="22"/>
        </w:rPr>
        <w:t>(słownie:</w:t>
      </w:r>
      <w:r w:rsidR="00A50565">
        <w:rPr>
          <w:sz w:val="22"/>
          <w:szCs w:val="22"/>
        </w:rPr>
        <w:t xml:space="preserve"> ............................</w:t>
      </w:r>
      <w:r w:rsidR="00612F8A" w:rsidRPr="00A50565">
        <w:rPr>
          <w:sz w:val="22"/>
          <w:szCs w:val="22"/>
        </w:rPr>
        <w:t>................ złotych)</w:t>
      </w:r>
    </w:p>
    <w:p w:rsidR="00540F6A" w:rsidRDefault="005E5A1C" w:rsidP="00B226A6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Wartość br</w:t>
      </w:r>
      <w:r w:rsidR="00612F8A" w:rsidRPr="00A50565">
        <w:rPr>
          <w:sz w:val="22"/>
          <w:szCs w:val="22"/>
        </w:rPr>
        <w:t>utto ....................</w:t>
      </w:r>
      <w:r w:rsidR="00CE5BBC" w:rsidRPr="00A50565">
        <w:rPr>
          <w:sz w:val="22"/>
          <w:szCs w:val="22"/>
        </w:rPr>
        <w:t>...........</w:t>
      </w:r>
      <w:r w:rsidR="00612F8A" w:rsidRPr="00A50565">
        <w:rPr>
          <w:sz w:val="22"/>
          <w:szCs w:val="22"/>
        </w:rPr>
        <w:t>...zł (słownie: ...........................</w:t>
      </w:r>
      <w:r w:rsidR="00A50565">
        <w:rPr>
          <w:sz w:val="22"/>
          <w:szCs w:val="22"/>
        </w:rPr>
        <w:t>.......</w:t>
      </w:r>
      <w:r w:rsidR="00612F8A" w:rsidRPr="00A50565">
        <w:rPr>
          <w:sz w:val="22"/>
          <w:szCs w:val="22"/>
        </w:rPr>
        <w:t>........... złotych)</w:t>
      </w:r>
    </w:p>
    <w:p w:rsidR="00B226A6" w:rsidRDefault="00B226A6" w:rsidP="00B226A6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załączonym formularzem cenowym.</w:t>
      </w:r>
    </w:p>
    <w:p w:rsidR="002154CF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7A6779" w:rsidRDefault="007A6779" w:rsidP="001677C7">
      <w:pPr>
        <w:spacing w:before="120" w:line="276" w:lineRule="auto"/>
        <w:jc w:val="both"/>
        <w:rPr>
          <w:sz w:val="22"/>
          <w:szCs w:val="22"/>
        </w:rPr>
      </w:pP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 w:rsidRPr="00E1676A">
        <w:rPr>
          <w:rFonts w:eastAsia="CIDFont+F2"/>
          <w:sz w:val="18"/>
          <w:szCs w:val="18"/>
        </w:rPr>
        <w:t xml:space="preserve">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lastRenderedPageBreak/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……………………………………………………………………………………………………………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E609CB" w:rsidRDefault="00E609CB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</w:p>
    <w:p w:rsidR="00E609CB" w:rsidRPr="00E609CB" w:rsidRDefault="00E609CB" w:rsidP="00E609CB">
      <w:pPr>
        <w:pStyle w:val="Nagwek1"/>
        <w:rPr>
          <w:rFonts w:eastAsia="CIDFont+F2"/>
          <w:sz w:val="22"/>
        </w:rPr>
      </w:pPr>
      <w:r>
        <w:rPr>
          <w:rFonts w:eastAsia="CIDFont+F2"/>
        </w:rPr>
        <w:t xml:space="preserve">  </w:t>
      </w:r>
      <w:r w:rsidRPr="00E609CB">
        <w:rPr>
          <w:rFonts w:eastAsia="CIDFont+F2"/>
          <w:sz w:val="22"/>
        </w:rPr>
        <w:t>Oferujemy  wykonanie dostawy  w terminie  ….......  dni  (max. 5 dni) od  dnia złożenia zamówienia.</w:t>
      </w:r>
    </w:p>
    <w:p w:rsidR="00DD16EF" w:rsidRPr="00DD16EF" w:rsidRDefault="00DD16EF" w:rsidP="00DD16EF">
      <w:pPr>
        <w:spacing w:line="276" w:lineRule="auto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Oświadczamy, że:</w:t>
      </w:r>
    </w:p>
    <w:p w:rsidR="005B0AE2" w:rsidRPr="00F25B2F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 w:rsidRPr="00F25B2F">
        <w:rPr>
          <w:sz w:val="22"/>
          <w:szCs w:val="22"/>
        </w:rPr>
        <w:t>spełniamy warunki udziału określone przez zamawiającego w tym postępowaniu</w:t>
      </w:r>
      <w:r w:rsidR="005B0AE2" w:rsidRPr="00F25B2F">
        <w:rPr>
          <w:sz w:val="22"/>
          <w:szCs w:val="22"/>
        </w:rPr>
        <w:t>,</w:t>
      </w:r>
    </w:p>
    <w:p w:rsidR="005B0AE2" w:rsidRPr="00F25B2F" w:rsidRDefault="005B0AE2" w:rsidP="00FE49B8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 w:rsidRPr="00F25B2F">
        <w:rPr>
          <w:sz w:val="22"/>
          <w:szCs w:val="22"/>
        </w:rPr>
        <w:t>przedmiot z</w:t>
      </w:r>
      <w:r w:rsidR="00C82D97" w:rsidRPr="00F25B2F">
        <w:rPr>
          <w:sz w:val="22"/>
          <w:szCs w:val="22"/>
        </w:rPr>
        <w:t>amówienia wykonamy w terminie</w:t>
      </w:r>
      <w:r w:rsidR="00FE49B8" w:rsidRPr="00F25B2F">
        <w:rPr>
          <w:b/>
          <w:sz w:val="22"/>
          <w:szCs w:val="22"/>
        </w:rPr>
        <w:t xml:space="preserve"> </w:t>
      </w:r>
      <w:r w:rsidR="00F25B2F" w:rsidRPr="00F25B2F">
        <w:rPr>
          <w:sz w:val="22"/>
          <w:szCs w:val="22"/>
        </w:rPr>
        <w:t>36</w:t>
      </w:r>
      <w:r w:rsidR="00C82D97" w:rsidRPr="00F25B2F">
        <w:rPr>
          <w:sz w:val="22"/>
          <w:szCs w:val="22"/>
        </w:rPr>
        <w:t xml:space="preserve"> miesięcy od dnia podpisania umowy</w:t>
      </w:r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  <w:r w:rsidR="00FE49B8">
        <w:rPr>
          <w:sz w:val="22"/>
          <w:szCs w:val="22"/>
        </w:rPr>
        <w:t xml:space="preserve"> 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C82D97">
        <w:rPr>
          <w:sz w:val="22"/>
          <w:szCs w:val="22"/>
        </w:rPr>
        <w:t xml:space="preserve"> tj. 3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C82D97">
        <w:rPr>
          <w:sz w:val="22"/>
          <w:szCs w:val="22"/>
        </w:rPr>
        <w:t>emy przedstawiony</w:t>
      </w:r>
      <w:r w:rsidR="00FE49B8">
        <w:rPr>
          <w:sz w:val="22"/>
          <w:szCs w:val="22"/>
        </w:rPr>
        <w:t xml:space="preserve"> projekt</w:t>
      </w:r>
      <w:r w:rsidR="00C82D97">
        <w:rPr>
          <w:sz w:val="22"/>
          <w:szCs w:val="22"/>
        </w:rPr>
        <w:t xml:space="preserve"> umowy</w:t>
      </w:r>
      <w:r w:rsidR="00E84705">
        <w:rPr>
          <w:sz w:val="22"/>
          <w:szCs w:val="22"/>
        </w:rPr>
        <w:t xml:space="preserve"> (stanowiące</w:t>
      </w:r>
      <w:r w:rsidR="00FE49B8">
        <w:rPr>
          <w:sz w:val="22"/>
          <w:szCs w:val="22"/>
        </w:rPr>
        <w:t xml:space="preserve"> załącznik nr </w:t>
      </w:r>
      <w:r w:rsidR="00A34D9F">
        <w:rPr>
          <w:sz w:val="22"/>
          <w:szCs w:val="22"/>
        </w:rPr>
        <w:t>6</w:t>
      </w:r>
      <w:r w:rsidR="00FE49B8">
        <w:rPr>
          <w:sz w:val="22"/>
          <w:szCs w:val="22"/>
        </w:rPr>
        <w:t xml:space="preserve"> do SIWZ)</w:t>
      </w:r>
      <w:r w:rsidRPr="00A50565">
        <w:rPr>
          <w:sz w:val="22"/>
          <w:szCs w:val="22"/>
        </w:rPr>
        <w:t xml:space="preserve"> 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</w:t>
      </w:r>
      <w:r>
        <w:rPr>
          <w:sz w:val="22"/>
          <w:szCs w:val="22"/>
        </w:rPr>
        <w:t xml:space="preserve"> </w:t>
      </w:r>
      <w:r w:rsidR="00D8344C">
        <w:rPr>
          <w:sz w:val="22"/>
          <w:szCs w:val="22"/>
        </w:rPr>
        <w:t>(</w:t>
      </w:r>
      <w:r>
        <w:rPr>
          <w:sz w:val="22"/>
          <w:szCs w:val="22"/>
        </w:rPr>
        <w:t>projekt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sz w:val="22"/>
        </w:rPr>
        <w:t xml:space="preserve">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9B5A2D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9B5A2D" w:rsidRPr="009B5A2D" w:rsidRDefault="009B5A2D" w:rsidP="009B5A2D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E1676A" w:rsidP="0068214C">
      <w:pPr>
        <w:pStyle w:val="Nagwek1"/>
        <w:rPr>
          <w:rFonts w:cs="Times New Roman"/>
        </w:rPr>
      </w:pPr>
      <w:r>
        <w:t xml:space="preserve"> </w:t>
      </w:r>
      <w:r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</w:t>
      </w:r>
      <w:r w:rsidRPr="0068214C">
        <w:rPr>
          <w:rFonts w:cs="Times New Roman"/>
          <w:bCs/>
          <w:sz w:val="22"/>
        </w:rPr>
        <w:t xml:space="preserve"> </w:t>
      </w:r>
      <w:r w:rsidR="00270266">
        <w:rPr>
          <w:rFonts w:cs="Times New Roman"/>
          <w:bCs/>
          <w:sz w:val="22"/>
        </w:rPr>
        <w:t>podmiot</w:t>
      </w:r>
      <w:r w:rsidRPr="0068214C">
        <w:rPr>
          <w:rFonts w:cs="Times New Roman"/>
          <w:bCs/>
          <w:sz w:val="22"/>
        </w:rPr>
        <w:t>, na których zasoby powołujemy się na zasadach określonych w art. 22a ust. 1 ustawy PZP, w celu wykazania spełniania warunków udziału w 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Default="00315D09" w:rsidP="0040028D">
      <w:pPr>
        <w:spacing w:line="276" w:lineRule="auto"/>
        <w:jc w:val="both"/>
        <w:rPr>
          <w:sz w:val="22"/>
          <w:szCs w:val="22"/>
        </w:rPr>
      </w:pP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b/>
          <w:sz w:val="22"/>
          <w:szCs w:val="22"/>
        </w:rPr>
        <w:t>VI</w:t>
      </w:r>
      <w:r w:rsidR="00F253CC">
        <w:rPr>
          <w:b/>
          <w:sz w:val="22"/>
          <w:szCs w:val="22"/>
        </w:rPr>
        <w:t>I</w:t>
      </w:r>
      <w:r w:rsidRPr="0040028D">
        <w:rPr>
          <w:b/>
          <w:sz w:val="22"/>
          <w:szCs w:val="22"/>
        </w:rPr>
        <w:t>I.</w:t>
      </w:r>
      <w:r w:rsidRPr="0040028D">
        <w:rPr>
          <w:sz w:val="22"/>
          <w:szCs w:val="22"/>
        </w:rPr>
        <w:t xml:space="preserve">   Oświadczamy, że: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a) jesteśmy: 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małym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średnim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b)  pochodzimy  z innego państwa członkowskiego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c) pochodzimy z innego państwa nie będącego członkiem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>* niepotrzebne skreślić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B86667" w:rsidRPr="00B86667" w:rsidRDefault="00B86667" w:rsidP="00B86667">
      <w:pPr>
        <w:pStyle w:val="Akapitzlist"/>
        <w:keepNext/>
        <w:numPr>
          <w:ilvl w:val="0"/>
          <w:numId w:val="20"/>
        </w:numPr>
        <w:tabs>
          <w:tab w:val="left" w:pos="284"/>
        </w:tabs>
        <w:spacing w:line="276" w:lineRule="auto"/>
        <w:contextualSpacing w:val="0"/>
        <w:jc w:val="both"/>
        <w:outlineLvl w:val="0"/>
        <w:rPr>
          <w:rFonts w:cs="Arial"/>
          <w:vanish/>
          <w:sz w:val="20"/>
          <w:szCs w:val="22"/>
        </w:rPr>
      </w:pPr>
    </w:p>
    <w:p w:rsidR="00171B9C" w:rsidRPr="0040028D" w:rsidRDefault="0040028D" w:rsidP="00B86667">
      <w:pPr>
        <w:pStyle w:val="Nagwek1"/>
      </w:pPr>
      <w:bookmarkStart w:id="0" w:name="_GoBack"/>
      <w:bookmarkEnd w:id="0"/>
      <w:r>
        <w:t xml:space="preserve"> </w:t>
      </w:r>
      <w:r w:rsidR="00794CB8" w:rsidRPr="0040028D">
        <w:t>W razie wybrania nas</w:t>
      </w:r>
      <w:r w:rsidR="00A422AD" w:rsidRPr="0040028D">
        <w:t>zej oferty zobowiązujemy się do</w:t>
      </w:r>
      <w:r w:rsidR="00171B9C" w:rsidRPr="0040028D"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  <w:r w:rsidR="00A422AD" w:rsidRPr="00A50565">
        <w:rPr>
          <w:sz w:val="22"/>
          <w:szCs w:val="22"/>
        </w:rPr>
        <w:t xml:space="preserve"> 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601DA6" w:rsidRDefault="00601DA6" w:rsidP="00601DA6">
      <w:pPr>
        <w:pStyle w:val="Nagwek1"/>
        <w:rPr>
          <w:sz w:val="22"/>
        </w:rPr>
      </w:pPr>
      <w:r w:rsidRPr="00601DA6">
        <w:rPr>
          <w:sz w:val="22"/>
        </w:rPr>
        <w:t xml:space="preserve">  Oświadczam, że wypełniłem obowiązki informacyjne przewidziane w art. 13 lub art. 14 RODO</w:t>
      </w:r>
      <w:r w:rsidRPr="00601DA6">
        <w:rPr>
          <w:sz w:val="22"/>
          <w:vertAlign w:val="superscript"/>
        </w:rPr>
        <w:t>1)</w:t>
      </w:r>
      <w:r w:rsidRPr="00601DA6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30E1" w:rsidRPr="00601DA6" w:rsidRDefault="006430E1" w:rsidP="006430E1">
      <w:pPr>
        <w:pStyle w:val="Nagwek1"/>
        <w:numPr>
          <w:ilvl w:val="0"/>
          <w:numId w:val="0"/>
        </w:numPr>
        <w:rPr>
          <w:sz w:val="22"/>
        </w:rPr>
      </w:pPr>
    </w:p>
    <w:p w:rsidR="004A4FA5" w:rsidRDefault="004A4FA5" w:rsidP="004A4FA5">
      <w:pPr>
        <w:pStyle w:val="Nagwek1"/>
        <w:numPr>
          <w:ilvl w:val="0"/>
          <w:numId w:val="0"/>
        </w:numPr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30E1" w:rsidRDefault="004A4FA5" w:rsidP="004A4FA5">
      <w:pPr>
        <w:pStyle w:val="Nagwek1"/>
        <w:numPr>
          <w:ilvl w:val="0"/>
          <w:numId w:val="0"/>
        </w:numPr>
      </w:pPr>
      <w: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4A4FA5" w:rsidRPr="00601DA6" w:rsidRDefault="004A4FA5" w:rsidP="004A4FA5">
      <w:pPr>
        <w:pStyle w:val="Nagwek1"/>
        <w:numPr>
          <w:ilvl w:val="0"/>
          <w:numId w:val="0"/>
        </w:num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r w:rsidRPr="00A50565">
        <w:rPr>
          <w:sz w:val="22"/>
        </w:rPr>
        <w:t>o</w:t>
      </w:r>
      <w:r w:rsidR="006C73E0" w:rsidRPr="00A50565">
        <w:rPr>
          <w:sz w:val="22"/>
        </w:rPr>
        <w:t>d</w:t>
      </w:r>
      <w:r w:rsidRPr="00A50565">
        <w:rPr>
          <w:sz w:val="22"/>
        </w:rPr>
        <w:t xml:space="preserve"> </w:t>
      </w:r>
      <w:r w:rsidR="006C73E0" w:rsidRPr="00A50565">
        <w:rPr>
          <w:sz w:val="22"/>
        </w:rPr>
        <w:t>nr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</w:t>
      </w:r>
      <w:r w:rsidR="00315D09" w:rsidRPr="00A50565">
        <w:rPr>
          <w:sz w:val="22"/>
        </w:rPr>
        <w:t xml:space="preserve"> </w:t>
      </w:r>
      <w:r w:rsidRPr="00A50565">
        <w:rPr>
          <w:sz w:val="22"/>
        </w:rPr>
        <w:t>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</w:t>
      </w:r>
      <w:proofErr w:type="spellStart"/>
      <w:r w:rsidR="00814BB9">
        <w:rPr>
          <w:i/>
          <w:sz w:val="22"/>
        </w:rPr>
        <w:t>pzp</w:t>
      </w:r>
      <w:proofErr w:type="spellEnd"/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 xml:space="preserve">  </w:t>
      </w:r>
      <w:r w:rsidR="009C51D3"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A422AD" w:rsidRPr="00CE5BBC" w:rsidRDefault="00A422AD" w:rsidP="005E5A1C"/>
    <w:p w:rsidR="005E5A1C" w:rsidRPr="007B6442" w:rsidRDefault="006B7438" w:rsidP="005E5A1C">
      <w:pPr>
        <w:rPr>
          <w:sz w:val="20"/>
        </w:rPr>
      </w:pPr>
      <w:r w:rsidRPr="007B6442">
        <w:rPr>
          <w:sz w:val="20"/>
        </w:rPr>
        <w:t xml:space="preserve"> </w:t>
      </w:r>
      <w:r w:rsidR="00612F8A" w:rsidRPr="007B6442">
        <w:rPr>
          <w:sz w:val="20"/>
        </w:rPr>
        <w:t>............................. dn. ...........................</w:t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  <w:t xml:space="preserve">                </w:t>
      </w:r>
      <w:r w:rsidRPr="007B6442">
        <w:rPr>
          <w:sz w:val="20"/>
        </w:rPr>
        <w:t xml:space="preserve">    </w:t>
      </w:r>
      <w:r w:rsidR="005E5A1C" w:rsidRPr="007B6442">
        <w:rPr>
          <w:sz w:val="20"/>
        </w:rPr>
        <w:t xml:space="preserve"> </w:t>
      </w:r>
      <w:r w:rsidR="002D654A" w:rsidRPr="007B6442">
        <w:rPr>
          <w:sz w:val="20"/>
        </w:rPr>
        <w:t xml:space="preserve"> </w:t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="00612F8A"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10D9" w:rsidRDefault="008210D9">
      <w:r>
        <w:separator/>
      </w:r>
    </w:p>
  </w:endnote>
  <w:endnote w:type="continuationSeparator" w:id="0">
    <w:p w:rsidR="008210D9" w:rsidRDefault="00821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452EE4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2A6B45" w:rsidP="002A6B4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6667">
          <w:rPr>
            <w:noProof/>
          </w:rPr>
          <w:t>1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10D9" w:rsidRDefault="008210D9">
      <w:r>
        <w:separator/>
      </w:r>
    </w:p>
  </w:footnote>
  <w:footnote w:type="continuationSeparator" w:id="0">
    <w:p w:rsidR="008210D9" w:rsidRDefault="008210D9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1E20A3">
        <w:rPr>
          <w:rFonts w:ascii="Calibri" w:hAnsi="Calibri"/>
          <w:b/>
          <w:sz w:val="18"/>
          <w:szCs w:val="18"/>
        </w:rPr>
        <w:t xml:space="preserve"> </w:t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BF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C82D97">
      <w:rPr>
        <w:rFonts w:ascii="Arial" w:hAnsi="Arial"/>
        <w:noProof/>
        <w:sz w:val="20"/>
        <w:szCs w:val="20"/>
      </w:rPr>
      <w:t>a</w:t>
    </w:r>
    <w:r w:rsidR="00476C5C">
      <w:rPr>
        <w:rFonts w:ascii="Arial" w:hAnsi="Arial"/>
        <w:noProof/>
        <w:sz w:val="20"/>
        <w:szCs w:val="20"/>
      </w:rPr>
      <w:t>k sprawy: SP ZOZ NZZP II 2400/07</w:t>
    </w:r>
    <w:r w:rsidR="00C82D97">
      <w:rPr>
        <w:rFonts w:ascii="Arial" w:hAnsi="Arial"/>
        <w:noProof/>
        <w:sz w:val="20"/>
        <w:szCs w:val="20"/>
      </w:rPr>
      <w:t>/19</w:t>
    </w:r>
    <w:r w:rsidRPr="007929C3">
      <w:rPr>
        <w:rFonts w:ascii="Arial" w:hAnsi="Arial"/>
        <w:noProof/>
        <w:sz w:val="20"/>
        <w:szCs w:val="20"/>
      </w:rPr>
      <w:tab/>
      <w:t xml:space="preserve">  </w:t>
    </w:r>
    <w:r>
      <w:rPr>
        <w:rFonts w:ascii="Arial" w:hAnsi="Arial"/>
        <w:noProof/>
        <w:sz w:val="20"/>
        <w:szCs w:val="20"/>
      </w:rPr>
      <w:t xml:space="preserve">                        </w:t>
    </w:r>
    <w:r w:rsidRPr="007929C3">
      <w:rPr>
        <w:rFonts w:ascii="Arial" w:hAnsi="Arial"/>
        <w:noProof/>
        <w:sz w:val="20"/>
        <w:szCs w:val="20"/>
      </w:rPr>
      <w:t>Załącznik nr 1 do SIWZ  formularz ofertowy</w:t>
    </w:r>
  </w:p>
  <w:p w:rsidR="00664E07" w:rsidRDefault="00664E07" w:rsidP="00730EF8">
    <w:pPr>
      <w:pStyle w:val="Nagwek"/>
      <w:rPr>
        <w:rFonts w:ascii="Arial" w:hAnsi="Arial"/>
        <w:noProof/>
        <w:sz w:val="20"/>
        <w:szCs w:val="20"/>
      </w:rPr>
    </w:pPr>
  </w:p>
  <w:p w:rsidR="00664E07" w:rsidRDefault="00664E07" w:rsidP="00730EF8">
    <w:pPr>
      <w:pStyle w:val="Nagwek"/>
    </w:pPr>
  </w:p>
  <w:p w:rsidR="00664E07" w:rsidRDefault="00664E07" w:rsidP="00730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B105D9"/>
    <w:multiLevelType w:val="multilevel"/>
    <w:tmpl w:val="6638E3A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2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9"/>
  </w:num>
  <w:num w:numId="7">
    <w:abstractNumId w:val="17"/>
  </w:num>
  <w:num w:numId="8">
    <w:abstractNumId w:val="10"/>
  </w:num>
  <w:num w:numId="9">
    <w:abstractNumId w:val="1"/>
  </w:num>
  <w:num w:numId="10">
    <w:abstractNumId w:val="16"/>
  </w:num>
  <w:num w:numId="11">
    <w:abstractNumId w:val="20"/>
  </w:num>
  <w:num w:numId="12">
    <w:abstractNumId w:val="8"/>
  </w:num>
  <w:num w:numId="13">
    <w:abstractNumId w:val="15"/>
  </w:num>
  <w:num w:numId="14">
    <w:abstractNumId w:val="7"/>
  </w:num>
  <w:num w:numId="15">
    <w:abstractNumId w:val="12"/>
  </w:num>
  <w:num w:numId="16">
    <w:abstractNumId w:val="6"/>
  </w:num>
  <w:num w:numId="17">
    <w:abstractNumId w:val="5"/>
  </w:num>
  <w:num w:numId="18">
    <w:abstractNumId w:val="21"/>
  </w:num>
  <w:num w:numId="19">
    <w:abstractNumId w:val="14"/>
  </w:num>
  <w:num w:numId="20">
    <w:abstractNumId w:val="11"/>
  </w:num>
  <w:num w:numId="21">
    <w:abstractNumId w:val="18"/>
  </w:num>
  <w:num w:numId="22">
    <w:abstractNumId w:val="13"/>
  </w:num>
  <w:num w:numId="23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63F"/>
    <w:rsid w:val="000241C8"/>
    <w:rsid w:val="0002615A"/>
    <w:rsid w:val="00026F65"/>
    <w:rsid w:val="00032320"/>
    <w:rsid w:val="0003277E"/>
    <w:rsid w:val="00035D07"/>
    <w:rsid w:val="000409F4"/>
    <w:rsid w:val="00046F80"/>
    <w:rsid w:val="00056F8B"/>
    <w:rsid w:val="00057263"/>
    <w:rsid w:val="00062388"/>
    <w:rsid w:val="00062F3B"/>
    <w:rsid w:val="00072412"/>
    <w:rsid w:val="0008128B"/>
    <w:rsid w:val="000877D0"/>
    <w:rsid w:val="000914CC"/>
    <w:rsid w:val="000A66E0"/>
    <w:rsid w:val="000B43DD"/>
    <w:rsid w:val="000C1FD6"/>
    <w:rsid w:val="000C6703"/>
    <w:rsid w:val="000C7B3F"/>
    <w:rsid w:val="000C7F45"/>
    <w:rsid w:val="000D1746"/>
    <w:rsid w:val="000E6267"/>
    <w:rsid w:val="000E6F21"/>
    <w:rsid w:val="0010783D"/>
    <w:rsid w:val="00110784"/>
    <w:rsid w:val="00113C44"/>
    <w:rsid w:val="00113C99"/>
    <w:rsid w:val="0011554E"/>
    <w:rsid w:val="00116660"/>
    <w:rsid w:val="00125BE4"/>
    <w:rsid w:val="00136EC5"/>
    <w:rsid w:val="001409D2"/>
    <w:rsid w:val="0014311C"/>
    <w:rsid w:val="00144177"/>
    <w:rsid w:val="0015482E"/>
    <w:rsid w:val="0016009A"/>
    <w:rsid w:val="00165FED"/>
    <w:rsid w:val="001677C7"/>
    <w:rsid w:val="001702D6"/>
    <w:rsid w:val="00171B9C"/>
    <w:rsid w:val="00174A9D"/>
    <w:rsid w:val="00176E11"/>
    <w:rsid w:val="001818D1"/>
    <w:rsid w:val="00186BDC"/>
    <w:rsid w:val="0018708F"/>
    <w:rsid w:val="00191900"/>
    <w:rsid w:val="00195198"/>
    <w:rsid w:val="001A7058"/>
    <w:rsid w:val="001B5B26"/>
    <w:rsid w:val="001C2B50"/>
    <w:rsid w:val="001C3D54"/>
    <w:rsid w:val="001D769B"/>
    <w:rsid w:val="001E20A3"/>
    <w:rsid w:val="001E6E76"/>
    <w:rsid w:val="0020329F"/>
    <w:rsid w:val="0020507C"/>
    <w:rsid w:val="0020623A"/>
    <w:rsid w:val="002102B7"/>
    <w:rsid w:val="00210B50"/>
    <w:rsid w:val="00214B1B"/>
    <w:rsid w:val="002154CF"/>
    <w:rsid w:val="00216183"/>
    <w:rsid w:val="00222CEA"/>
    <w:rsid w:val="00224651"/>
    <w:rsid w:val="002410D0"/>
    <w:rsid w:val="00241D45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3D48"/>
    <w:rsid w:val="00294B15"/>
    <w:rsid w:val="00296D80"/>
    <w:rsid w:val="0029735F"/>
    <w:rsid w:val="002A6B45"/>
    <w:rsid w:val="002B1156"/>
    <w:rsid w:val="002B7C79"/>
    <w:rsid w:val="002C2453"/>
    <w:rsid w:val="002C3CB3"/>
    <w:rsid w:val="002C4A47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440F"/>
    <w:rsid w:val="00315D09"/>
    <w:rsid w:val="00321507"/>
    <w:rsid w:val="00323192"/>
    <w:rsid w:val="003361D1"/>
    <w:rsid w:val="00337B06"/>
    <w:rsid w:val="003402C9"/>
    <w:rsid w:val="00340C27"/>
    <w:rsid w:val="00346E36"/>
    <w:rsid w:val="00350D94"/>
    <w:rsid w:val="003534DB"/>
    <w:rsid w:val="00363C6E"/>
    <w:rsid w:val="00365D6A"/>
    <w:rsid w:val="00372346"/>
    <w:rsid w:val="003740FB"/>
    <w:rsid w:val="00393235"/>
    <w:rsid w:val="003A314F"/>
    <w:rsid w:val="003A4FEE"/>
    <w:rsid w:val="003B23B8"/>
    <w:rsid w:val="003B288D"/>
    <w:rsid w:val="003B770A"/>
    <w:rsid w:val="003C07EB"/>
    <w:rsid w:val="003C445D"/>
    <w:rsid w:val="003C7197"/>
    <w:rsid w:val="003D1B22"/>
    <w:rsid w:val="003E4582"/>
    <w:rsid w:val="003F71B7"/>
    <w:rsid w:val="0040028D"/>
    <w:rsid w:val="004007F2"/>
    <w:rsid w:val="004023AC"/>
    <w:rsid w:val="0040602C"/>
    <w:rsid w:val="00406BC1"/>
    <w:rsid w:val="00411B4A"/>
    <w:rsid w:val="00415E81"/>
    <w:rsid w:val="00416194"/>
    <w:rsid w:val="0043172C"/>
    <w:rsid w:val="004463B6"/>
    <w:rsid w:val="00452CC1"/>
    <w:rsid w:val="00452EE4"/>
    <w:rsid w:val="00476C5C"/>
    <w:rsid w:val="00482884"/>
    <w:rsid w:val="004840A1"/>
    <w:rsid w:val="00491ABD"/>
    <w:rsid w:val="0049438C"/>
    <w:rsid w:val="0049661C"/>
    <w:rsid w:val="004A333D"/>
    <w:rsid w:val="004A4188"/>
    <w:rsid w:val="004A4FA5"/>
    <w:rsid w:val="004B1238"/>
    <w:rsid w:val="004B3123"/>
    <w:rsid w:val="004B739F"/>
    <w:rsid w:val="004C0670"/>
    <w:rsid w:val="004C0A21"/>
    <w:rsid w:val="004E1F5F"/>
    <w:rsid w:val="004E7E57"/>
    <w:rsid w:val="004F42D8"/>
    <w:rsid w:val="004F60F9"/>
    <w:rsid w:val="004F6399"/>
    <w:rsid w:val="004F7841"/>
    <w:rsid w:val="004F7DE0"/>
    <w:rsid w:val="00510C72"/>
    <w:rsid w:val="005220A0"/>
    <w:rsid w:val="0052405B"/>
    <w:rsid w:val="00524E7F"/>
    <w:rsid w:val="0052538A"/>
    <w:rsid w:val="005268E5"/>
    <w:rsid w:val="005372B8"/>
    <w:rsid w:val="00540F6A"/>
    <w:rsid w:val="00547E75"/>
    <w:rsid w:val="005538D8"/>
    <w:rsid w:val="00566304"/>
    <w:rsid w:val="00570518"/>
    <w:rsid w:val="00570D9F"/>
    <w:rsid w:val="00572B40"/>
    <w:rsid w:val="005903F0"/>
    <w:rsid w:val="00592147"/>
    <w:rsid w:val="00592B1E"/>
    <w:rsid w:val="00593C7D"/>
    <w:rsid w:val="00593CB3"/>
    <w:rsid w:val="005A31C9"/>
    <w:rsid w:val="005A33A4"/>
    <w:rsid w:val="005A532D"/>
    <w:rsid w:val="005A5EC1"/>
    <w:rsid w:val="005B04C6"/>
    <w:rsid w:val="005B0AE2"/>
    <w:rsid w:val="005B364B"/>
    <w:rsid w:val="005B645C"/>
    <w:rsid w:val="005E5A1C"/>
    <w:rsid w:val="005E6335"/>
    <w:rsid w:val="005F1183"/>
    <w:rsid w:val="005F589B"/>
    <w:rsid w:val="005F7201"/>
    <w:rsid w:val="00601DA6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42235"/>
    <w:rsid w:val="006430E1"/>
    <w:rsid w:val="00651054"/>
    <w:rsid w:val="00653EA9"/>
    <w:rsid w:val="00656296"/>
    <w:rsid w:val="006644F9"/>
    <w:rsid w:val="006647B0"/>
    <w:rsid w:val="00664E07"/>
    <w:rsid w:val="00666E79"/>
    <w:rsid w:val="006747FC"/>
    <w:rsid w:val="0068214C"/>
    <w:rsid w:val="0068656F"/>
    <w:rsid w:val="00686838"/>
    <w:rsid w:val="006A3B80"/>
    <w:rsid w:val="006B7438"/>
    <w:rsid w:val="006C73E0"/>
    <w:rsid w:val="006E65D1"/>
    <w:rsid w:val="006E6849"/>
    <w:rsid w:val="006F330F"/>
    <w:rsid w:val="00702A3D"/>
    <w:rsid w:val="007045EC"/>
    <w:rsid w:val="007110EF"/>
    <w:rsid w:val="00714B42"/>
    <w:rsid w:val="00725B3E"/>
    <w:rsid w:val="00726FCA"/>
    <w:rsid w:val="00730C26"/>
    <w:rsid w:val="00730EF8"/>
    <w:rsid w:val="00732BF5"/>
    <w:rsid w:val="00733ED4"/>
    <w:rsid w:val="00734226"/>
    <w:rsid w:val="00737178"/>
    <w:rsid w:val="00740839"/>
    <w:rsid w:val="00741AD6"/>
    <w:rsid w:val="0075211C"/>
    <w:rsid w:val="00754962"/>
    <w:rsid w:val="007602A2"/>
    <w:rsid w:val="00765649"/>
    <w:rsid w:val="00773775"/>
    <w:rsid w:val="00773A45"/>
    <w:rsid w:val="00775328"/>
    <w:rsid w:val="0078247D"/>
    <w:rsid w:val="00787A32"/>
    <w:rsid w:val="00791B59"/>
    <w:rsid w:val="007929C3"/>
    <w:rsid w:val="00794CB8"/>
    <w:rsid w:val="007A6779"/>
    <w:rsid w:val="007A7825"/>
    <w:rsid w:val="007B290D"/>
    <w:rsid w:val="007B6442"/>
    <w:rsid w:val="007B7E19"/>
    <w:rsid w:val="007C2AF6"/>
    <w:rsid w:val="007D6477"/>
    <w:rsid w:val="007D76CD"/>
    <w:rsid w:val="007E3B07"/>
    <w:rsid w:val="007E74F3"/>
    <w:rsid w:val="007F4D9B"/>
    <w:rsid w:val="007F6881"/>
    <w:rsid w:val="00801639"/>
    <w:rsid w:val="00801D9C"/>
    <w:rsid w:val="0080574C"/>
    <w:rsid w:val="00807343"/>
    <w:rsid w:val="0081116D"/>
    <w:rsid w:val="0081455A"/>
    <w:rsid w:val="00814BB9"/>
    <w:rsid w:val="008157AE"/>
    <w:rsid w:val="008210D9"/>
    <w:rsid w:val="00824AF2"/>
    <w:rsid w:val="00826611"/>
    <w:rsid w:val="00842F21"/>
    <w:rsid w:val="0085379D"/>
    <w:rsid w:val="008637F0"/>
    <w:rsid w:val="00863AED"/>
    <w:rsid w:val="00881CFE"/>
    <w:rsid w:val="00887A29"/>
    <w:rsid w:val="00890942"/>
    <w:rsid w:val="008B0E8F"/>
    <w:rsid w:val="008D0F11"/>
    <w:rsid w:val="008D540E"/>
    <w:rsid w:val="008E6FCC"/>
    <w:rsid w:val="008F018E"/>
    <w:rsid w:val="008F0287"/>
    <w:rsid w:val="008F1094"/>
    <w:rsid w:val="008F50E6"/>
    <w:rsid w:val="008F6083"/>
    <w:rsid w:val="008F6DE1"/>
    <w:rsid w:val="008F716C"/>
    <w:rsid w:val="008F73AA"/>
    <w:rsid w:val="008F797E"/>
    <w:rsid w:val="00903CCE"/>
    <w:rsid w:val="00905507"/>
    <w:rsid w:val="00930E98"/>
    <w:rsid w:val="00931229"/>
    <w:rsid w:val="00933C7B"/>
    <w:rsid w:val="00935F01"/>
    <w:rsid w:val="009365C7"/>
    <w:rsid w:val="00944D9C"/>
    <w:rsid w:val="00945213"/>
    <w:rsid w:val="0094672F"/>
    <w:rsid w:val="00947B42"/>
    <w:rsid w:val="009544A9"/>
    <w:rsid w:val="009557B0"/>
    <w:rsid w:val="009604B8"/>
    <w:rsid w:val="00965773"/>
    <w:rsid w:val="00966049"/>
    <w:rsid w:val="009664DA"/>
    <w:rsid w:val="009668ED"/>
    <w:rsid w:val="00973FD9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B5A2D"/>
    <w:rsid w:val="009C51D3"/>
    <w:rsid w:val="009C6723"/>
    <w:rsid w:val="009D28C1"/>
    <w:rsid w:val="009D38D3"/>
    <w:rsid w:val="009F3E84"/>
    <w:rsid w:val="009F447C"/>
    <w:rsid w:val="00A006DF"/>
    <w:rsid w:val="00A112D7"/>
    <w:rsid w:val="00A11EB6"/>
    <w:rsid w:val="00A14D79"/>
    <w:rsid w:val="00A24E61"/>
    <w:rsid w:val="00A31A91"/>
    <w:rsid w:val="00A34D9F"/>
    <w:rsid w:val="00A417BD"/>
    <w:rsid w:val="00A422AD"/>
    <w:rsid w:val="00A4498F"/>
    <w:rsid w:val="00A47553"/>
    <w:rsid w:val="00A50213"/>
    <w:rsid w:val="00A50565"/>
    <w:rsid w:val="00A73E60"/>
    <w:rsid w:val="00A751CE"/>
    <w:rsid w:val="00A84F3D"/>
    <w:rsid w:val="00A85571"/>
    <w:rsid w:val="00A91E82"/>
    <w:rsid w:val="00AB2E12"/>
    <w:rsid w:val="00AB5545"/>
    <w:rsid w:val="00AE0CF7"/>
    <w:rsid w:val="00AE4F69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625B"/>
    <w:rsid w:val="00B43C31"/>
    <w:rsid w:val="00B445F5"/>
    <w:rsid w:val="00B46D4F"/>
    <w:rsid w:val="00B51BEF"/>
    <w:rsid w:val="00B5491C"/>
    <w:rsid w:val="00B5581A"/>
    <w:rsid w:val="00B63CA6"/>
    <w:rsid w:val="00B66C44"/>
    <w:rsid w:val="00B67D81"/>
    <w:rsid w:val="00B73548"/>
    <w:rsid w:val="00B75A17"/>
    <w:rsid w:val="00B767A0"/>
    <w:rsid w:val="00B77DCF"/>
    <w:rsid w:val="00B80C2F"/>
    <w:rsid w:val="00B8529C"/>
    <w:rsid w:val="00B86667"/>
    <w:rsid w:val="00B86D69"/>
    <w:rsid w:val="00B90BB2"/>
    <w:rsid w:val="00B91B51"/>
    <w:rsid w:val="00B95EFE"/>
    <w:rsid w:val="00BA7C73"/>
    <w:rsid w:val="00BB6C81"/>
    <w:rsid w:val="00BC5439"/>
    <w:rsid w:val="00BD3411"/>
    <w:rsid w:val="00BD4F69"/>
    <w:rsid w:val="00BD5A81"/>
    <w:rsid w:val="00BD7A4E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57853"/>
    <w:rsid w:val="00C608BE"/>
    <w:rsid w:val="00C635D4"/>
    <w:rsid w:val="00C65576"/>
    <w:rsid w:val="00C6576A"/>
    <w:rsid w:val="00C77384"/>
    <w:rsid w:val="00C8080E"/>
    <w:rsid w:val="00C82D97"/>
    <w:rsid w:val="00C848A8"/>
    <w:rsid w:val="00C91AD9"/>
    <w:rsid w:val="00C93C03"/>
    <w:rsid w:val="00C9563F"/>
    <w:rsid w:val="00CA04E9"/>
    <w:rsid w:val="00CA139F"/>
    <w:rsid w:val="00CA3143"/>
    <w:rsid w:val="00CA6DDC"/>
    <w:rsid w:val="00CB11D9"/>
    <w:rsid w:val="00CB599D"/>
    <w:rsid w:val="00CB6B6F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34459"/>
    <w:rsid w:val="00D35507"/>
    <w:rsid w:val="00D43DEB"/>
    <w:rsid w:val="00D55F45"/>
    <w:rsid w:val="00D8344C"/>
    <w:rsid w:val="00D84373"/>
    <w:rsid w:val="00D96E0D"/>
    <w:rsid w:val="00D96FB5"/>
    <w:rsid w:val="00DA1CC9"/>
    <w:rsid w:val="00DA22B2"/>
    <w:rsid w:val="00DA37AA"/>
    <w:rsid w:val="00DA4EEB"/>
    <w:rsid w:val="00DB0D50"/>
    <w:rsid w:val="00DB1310"/>
    <w:rsid w:val="00DD16EF"/>
    <w:rsid w:val="00DE45DF"/>
    <w:rsid w:val="00DE4A00"/>
    <w:rsid w:val="00DE5648"/>
    <w:rsid w:val="00DE5731"/>
    <w:rsid w:val="00E012E4"/>
    <w:rsid w:val="00E03DF5"/>
    <w:rsid w:val="00E077E5"/>
    <w:rsid w:val="00E10050"/>
    <w:rsid w:val="00E149BF"/>
    <w:rsid w:val="00E1676A"/>
    <w:rsid w:val="00E20C48"/>
    <w:rsid w:val="00E3229C"/>
    <w:rsid w:val="00E3244F"/>
    <w:rsid w:val="00E418A0"/>
    <w:rsid w:val="00E44A2A"/>
    <w:rsid w:val="00E44F66"/>
    <w:rsid w:val="00E609CB"/>
    <w:rsid w:val="00E609FA"/>
    <w:rsid w:val="00E627C9"/>
    <w:rsid w:val="00E64E94"/>
    <w:rsid w:val="00E779E5"/>
    <w:rsid w:val="00E80099"/>
    <w:rsid w:val="00E84705"/>
    <w:rsid w:val="00E87E55"/>
    <w:rsid w:val="00EB0384"/>
    <w:rsid w:val="00EB1923"/>
    <w:rsid w:val="00EB7210"/>
    <w:rsid w:val="00EC757E"/>
    <w:rsid w:val="00ED2EEC"/>
    <w:rsid w:val="00ED3815"/>
    <w:rsid w:val="00ED7AEB"/>
    <w:rsid w:val="00EE554F"/>
    <w:rsid w:val="00EE5C56"/>
    <w:rsid w:val="00EF0E18"/>
    <w:rsid w:val="00EF1D67"/>
    <w:rsid w:val="00EF5CAE"/>
    <w:rsid w:val="00EF62BC"/>
    <w:rsid w:val="00EF7E82"/>
    <w:rsid w:val="00F06677"/>
    <w:rsid w:val="00F07BA1"/>
    <w:rsid w:val="00F13AB5"/>
    <w:rsid w:val="00F172AA"/>
    <w:rsid w:val="00F253CC"/>
    <w:rsid w:val="00F25435"/>
    <w:rsid w:val="00F25B2F"/>
    <w:rsid w:val="00F30BFC"/>
    <w:rsid w:val="00F5641C"/>
    <w:rsid w:val="00F60080"/>
    <w:rsid w:val="00F67E10"/>
    <w:rsid w:val="00F730B4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0A83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E0712"/>
    <w:rsid w:val="00FE49B8"/>
    <w:rsid w:val="00FE6283"/>
    <w:rsid w:val="00FF12CF"/>
    <w:rsid w:val="00FF2B1B"/>
    <w:rsid w:val="00FF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4996245-27EA-4A28-8684-C1BF1D259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0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601DA6"/>
  </w:style>
  <w:style w:type="paragraph" w:styleId="Akapitzlist">
    <w:name w:val="List Paragraph"/>
    <w:basedOn w:val="Normalny"/>
    <w:uiPriority w:val="34"/>
    <w:qFormat/>
    <w:rsid w:val="00B866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810F53-F402-4989-8CF0-75A084F20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62</TotalTime>
  <Pages>3</Pages>
  <Words>1028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7182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Pietraszkiewicz</dc:creator>
  <cp:keywords/>
  <dc:description/>
  <cp:lastModifiedBy>Tomasz Mroszczyk</cp:lastModifiedBy>
  <cp:revision>170</cp:revision>
  <cp:lastPrinted>2019-03-14T08:11:00Z</cp:lastPrinted>
  <dcterms:created xsi:type="dcterms:W3CDTF">2018-03-08T08:22:00Z</dcterms:created>
  <dcterms:modified xsi:type="dcterms:W3CDTF">2019-03-14T08:13:00Z</dcterms:modified>
  <cp:category/>
</cp:coreProperties>
</file>